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9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19" w:after="0" w:line="240" w:lineRule="auto"/>
        <w:ind w:left="100"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APPE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DIX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B: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Q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AM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32"/>
          <w:szCs w:val="32"/>
          <w:color w:val="333399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color w:val="333399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32"/>
          <w:szCs w:val="32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50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updates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anual,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Medic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rvices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(CMS)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Long-Te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Hospit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(LTCH)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Qual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websit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5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LTC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garding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anual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</w:p>
    <w:p>
      <w:pPr>
        <w:spacing w:before="0" w:after="0" w:line="271" w:lineRule="exact"/>
        <w:ind w:left="10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color w:val="0000FF"/>
          <w:position w:val="-1"/>
        </w:rPr>
      </w:r>
      <w:hyperlink r:id="rId6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yQ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ue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on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.hhs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  <w:t>ov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position w:val="-1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-1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  <w:position w:val="0"/>
          </w:rPr>
        </w:r>
      </w:hyperlink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0" w:right="695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Questions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echnic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7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ech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ssu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es@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s.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av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8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y-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ess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  <w:t> </w:t>
        </w:r>
      </w:hyperlink>
      <w:hyperlink r:id="rId9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lit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-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por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hni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f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  <w:t>r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i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on.ht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0" w:right="2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questio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ccessing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CASPER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Assess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Repo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(LASER),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ontact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Q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IES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Technic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0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q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</w:rPr>
          <w:t> </w:t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phone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-800-339-9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3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13.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gist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sub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ission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LTCH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Ulc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easure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vaila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1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.qt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h.ht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  <w:t>m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2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00"/>
            <w:spacing w:val="0"/>
            <w:w w:val="100"/>
          </w:rPr>
          <w:t>.</w:t>
        </w:r>
      </w:hyperlink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00" w:right="126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assi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plet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Nati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nal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ety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twork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(NHSN)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enroll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proce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conta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Centers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Disease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trol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vention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(CDC)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NH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elpdesk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2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n@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updat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rel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CDC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easures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LTC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QR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Progra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please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ch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ck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ollowing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websit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color w:val="0000FF"/>
          <w:spacing w:val="0"/>
          <w:w w:val="100"/>
        </w:rPr>
      </w:r>
      <w:hyperlink r:id="rId13"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p: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w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dc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.gov/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nhs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-1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  <w:t>h/</w:t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  <w:u w:val="single" w:color="0000FF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  <w:r>
          <w:rPr>
            <w:rFonts w:ascii="Times New Roman" w:hAnsi="Times New Roman" w:cs="Times New Roman" w:eastAsia="Times New Roman"/>
            <w:sz w:val="24"/>
            <w:szCs w:val="24"/>
            <w:color w:val="0000FF"/>
            <w:spacing w:val="0"/>
            <w:w w:val="100"/>
          </w:rPr>
        </w:r>
      </w:hyperlink>
      <w:r>
        <w:rPr>
          <w:rFonts w:ascii="Times New Roman" w:hAnsi="Times New Roman" w:cs="Times New Roman" w:eastAsia="Times New Roman"/>
          <w:sz w:val="24"/>
          <w:szCs w:val="24"/>
          <w:color w:val="000000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4" w:after="0" w:line="240" w:lineRule="auto"/>
        <w:ind w:left="100" w:right="-20"/>
        <w:jc w:val="left"/>
        <w:tabs>
          <w:tab w:pos="8160" w:val="left"/>
        </w:tabs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70.5pt;margin-top:.009883pt;width:471pt;height:.1pt;mso-position-horizontal-relative:page;mso-position-vertical-relative:paragraph;z-index:-68" coordorigin="1410,0" coordsize="9420,2">
            <v:shape style="position:absolute;left:1410;top:0;width:9420;height:2" coordorigin="1410,0" coordsize="9420,0" path="m1410,0l10830,0e" filled="f" stroked="t" strokeweight="1.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cem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ber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2013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ers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</w:t>
        <w:tab/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x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type w:val="continuous"/>
      <w:pgSz w:w="12240" w:h="15840"/>
      <w:pgMar w:top="148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cms.gov/LTCH-Quality-Reporting/" TargetMode="External"/><Relationship Id="rId6" Type="http://schemas.openxmlformats.org/officeDocument/2006/relationships/hyperlink" Target="mailto:LTCHQualityQuestions@cms.hhs.gov" TargetMode="External"/><Relationship Id="rId7" Type="http://schemas.openxmlformats.org/officeDocument/2006/relationships/hyperlink" Target="mailto:LTCHTechIssues@cms.hhs.gov" TargetMode="External"/><Relationship Id="rId8" Type="http://schemas.openxmlformats.org/officeDocument/2006/relationships/hyperlink" Target="http://www.cms.gov/Medicare/Quality-Initiatives-Patient-Assessment-Instruments/LTCH-Quality-Reporting/LTCHTechnicalInformation.html" TargetMode="External"/><Relationship Id="rId9" Type="http://schemas.openxmlformats.org/officeDocument/2006/relationships/hyperlink" Target="http://www.cms.gov/Medicare/Quality-Initiatives-Patient-Assessment-Instruments/LTCH-Quality-Reporting/LTCHTechnicalInformation.html" TargetMode="External"/><Relationship Id="rId10" Type="http://schemas.openxmlformats.org/officeDocument/2006/relationships/hyperlink" Target="mailto:help@qtso.com" TargetMode="External"/><Relationship Id="rId11" Type="http://schemas.openxmlformats.org/officeDocument/2006/relationships/hyperlink" Target="https://www.qtso.com/ltch.html" TargetMode="External"/><Relationship Id="rId12" Type="http://schemas.openxmlformats.org/officeDocument/2006/relationships/hyperlink" Target="mailto:nhsn@cdc.gov" TargetMode="External"/><Relationship Id="rId13" Type="http://schemas.openxmlformats.org/officeDocument/2006/relationships/hyperlink" Target="http://www.cdc.gov/nhsn/ltach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Centers for Medicare &amp; Medicaid Services</dc:creator>
  <cp:keywords>Long-Term Care Hospital (LTCH), Quality Reporting Program, CMS, Appendix B</cp:keywords>
  <dc:subject> The Centers for Medicare &amp; Medicaid Services Long-Term Care Hospital Quality Reporting Program Manual</dc:subject>
  <dc:title>LTCH Quality Reporting Program Manual, Appendix B, CMS LTCHQR PROGRAM CONTACTS</dc:title>
  <dcterms:created xsi:type="dcterms:W3CDTF">2014-12-05T17:01:54Z</dcterms:created>
  <dcterms:modified xsi:type="dcterms:W3CDTF">2014-12-05T17:01:54Z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2013-12-17T00:00:00Z</vt:filetime>
  </property>
  <property fmtid="{D5CDD505-2E9C-101B-9397-08002B2CF9AE}" pid="3" name="LastSaved">
    <vt:filetime>2014-12-05T00:00:00Z</vt:filetime>
  </property>
</Properties>
</file>